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E6" w:rsidRPr="004F0416" w:rsidRDefault="001F40E6">
      <w:pPr>
        <w:pStyle w:val="PlainText"/>
      </w:pPr>
    </w:p>
    <w:p w:rsidR="001F40E6" w:rsidRPr="004F0416" w:rsidRDefault="001F40E6">
      <w:pPr>
        <w:pStyle w:val="Heading1"/>
      </w:pPr>
      <w:r>
        <w:t>Kosztorys ofertowy</w:t>
      </w:r>
    </w:p>
    <w:p w:rsidR="001F40E6" w:rsidRPr="004F0416" w:rsidRDefault="001F40E6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wykonanie przebudowy drogi gminnej</w:t>
      </w:r>
      <w:r>
        <w:t xml:space="preserve"> we wsi  </w:t>
      </w:r>
      <w:r>
        <w:rPr>
          <w:b/>
          <w:bCs/>
        </w:rPr>
        <w:t xml:space="preserve">Śmiechówek                                                                        </w:t>
      </w:r>
      <w:r w:rsidRPr="00C6570B">
        <w:t>na</w:t>
      </w:r>
      <w:r>
        <w:rPr>
          <w:b/>
          <w:bCs/>
        </w:rPr>
        <w:t xml:space="preserve"> </w:t>
      </w:r>
      <w:r w:rsidRPr="00C6570B">
        <w:t>odcinku</w:t>
      </w:r>
      <w:r>
        <w:rPr>
          <w:b/>
          <w:bCs/>
        </w:rPr>
        <w:t xml:space="preserve"> </w:t>
      </w:r>
      <w:r w:rsidRPr="00C6570B">
        <w:t>Smiechówek</w:t>
      </w:r>
      <w:r>
        <w:rPr>
          <w:b/>
          <w:bCs/>
        </w:rPr>
        <w:t xml:space="preserve"> - </w:t>
      </w:r>
      <w:r w:rsidRPr="00C6570B">
        <w:t>Wólka</w:t>
      </w:r>
      <w:r>
        <w:rPr>
          <w:b/>
          <w:bCs/>
        </w:rPr>
        <w:t xml:space="preserve"> </w:t>
      </w:r>
      <w:r w:rsidRPr="00C6570B">
        <w:t>Gołoska</w:t>
      </w:r>
      <w:r>
        <w:t xml:space="preserve">                                                                                                           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>
        <w:t xml:space="preserve">na długości  </w:t>
      </w:r>
      <w:smartTag w:uri="urn:schemas-microsoft-com:office:smarttags" w:element="metricconverter">
        <w:smartTagPr>
          <w:attr w:name="ProductID" w:val="106,00 m"/>
        </w:smartTagPr>
        <w:r>
          <w:t>106,00</w:t>
        </w:r>
        <w:r w:rsidRPr="004F0416">
          <w:t xml:space="preserve"> m</w:t>
        </w:r>
      </w:smartTag>
      <w:r w:rsidRPr="004F0416">
        <w:t xml:space="preserve"> </w:t>
      </w:r>
    </w:p>
    <w:p w:rsidR="001F40E6" w:rsidRPr="004F0416" w:rsidRDefault="001F40E6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276"/>
      </w:tblGrid>
      <w:tr w:rsidR="001F40E6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1F40E6" w:rsidRPr="004F0416" w:rsidRDefault="001F40E6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1F40E6" w:rsidRPr="004F0416" w:rsidRDefault="001F40E6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1F40E6" w:rsidRPr="004F0416" w:rsidRDefault="001F40E6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1F40E6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F40E6" w:rsidRPr="004F0416" w:rsidRDefault="001F40E6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0E6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1F40E6" w:rsidRPr="004F0416" w:rsidRDefault="001F40E6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1F40E6" w:rsidRPr="004F0416" w:rsidRDefault="001F40E6"/>
        </w:tc>
        <w:tc>
          <w:tcPr>
            <w:tcW w:w="3685" w:type="dxa"/>
            <w:tcBorders>
              <w:left w:val="nil"/>
              <w:right w:val="nil"/>
            </w:tcBorders>
          </w:tcPr>
          <w:p w:rsidR="001F40E6" w:rsidRPr="004F0416" w:rsidRDefault="001F40E6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F40E6" w:rsidRPr="004F0416" w:rsidRDefault="001F40E6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F40E6" w:rsidRPr="004F0416" w:rsidRDefault="001F40E6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F40E6" w:rsidRPr="004F0416" w:rsidRDefault="001F40E6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1F40E6" w:rsidRPr="004F0416" w:rsidRDefault="001F40E6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1F40E6" w:rsidRPr="004F0416" w:rsidRDefault="001F40E6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1F40E6" w:rsidRPr="004F0416" w:rsidRDefault="001F40E6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F40E6" w:rsidRPr="004F0416" w:rsidRDefault="001F40E6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1F40E6" w:rsidRPr="004F0416" w:rsidRDefault="001F40E6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1F40E6" w:rsidRDefault="001F40E6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31,5 mm"/>
              </w:smartTagPr>
              <w:r>
                <w:t>31,5 mm</w:t>
              </w:r>
            </w:smartTag>
            <w:r>
              <w:t xml:space="preserve"> </w:t>
            </w:r>
            <w:r w:rsidRPr="004F0416">
              <w:t xml:space="preserve">przy średniej grub.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4F0416">
                <w:t>1</w:t>
              </w:r>
              <w:r>
                <w:t>0</w:t>
              </w:r>
              <w:r w:rsidRPr="004F0416">
                <w:t xml:space="preserve"> cm</w:t>
              </w:r>
            </w:smartTag>
          </w:p>
          <w:p w:rsidR="001F40E6" w:rsidRPr="004F0416" w:rsidRDefault="001F40E6" w:rsidP="00A87BDE">
            <w:pPr>
              <w:shd w:val="clear" w:color="auto" w:fill="FFFFFF"/>
            </w:pPr>
          </w:p>
          <w:p w:rsidR="001F40E6" w:rsidRPr="004F0416" w:rsidRDefault="001F40E6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</w:p>
          <w:p w:rsidR="001F40E6" w:rsidRPr="004F0416" w:rsidRDefault="001F40E6" w:rsidP="004F228A">
            <w:pPr>
              <w:shd w:val="clear" w:color="auto" w:fill="FFFFFF"/>
            </w:pPr>
          </w:p>
          <w:p w:rsidR="001F40E6" w:rsidRPr="004F0416" w:rsidRDefault="001F40E6" w:rsidP="004F228A">
            <w:pPr>
              <w:shd w:val="clear" w:color="auto" w:fill="FFFFFF"/>
            </w:pPr>
          </w:p>
          <w:p w:rsidR="001F40E6" w:rsidRPr="00F44624" w:rsidRDefault="001F40E6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F40E6" w:rsidRPr="004F0416" w:rsidRDefault="001F40E6" w:rsidP="001219ED">
            <w:pPr>
              <w:shd w:val="clear" w:color="auto" w:fill="FFFFFF"/>
            </w:pPr>
            <w:r>
              <w:t>508,80</w:t>
            </w:r>
          </w:p>
        </w:tc>
        <w:tc>
          <w:tcPr>
            <w:tcW w:w="850" w:type="dxa"/>
            <w:vAlign w:val="bottom"/>
          </w:tcPr>
          <w:p w:rsidR="001F40E6" w:rsidRPr="004F0416" w:rsidRDefault="001F40E6" w:rsidP="001219ED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  <w:vAlign w:val="bottom"/>
          </w:tcPr>
          <w:p w:rsidR="001F40E6" w:rsidRPr="004F0416" w:rsidRDefault="001F40E6" w:rsidP="001219ED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1F40E6" w:rsidRDefault="001F40E6" w:rsidP="00B80AD4">
            <w:pPr>
              <w:shd w:val="clear" w:color="auto" w:fill="FFFFFF"/>
              <w:rPr>
                <w:vertAlign w:val="superscript"/>
              </w:rPr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1F40E6" w:rsidRPr="004F0416" w:rsidRDefault="001F40E6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1F40E6" w:rsidRPr="004F0416" w:rsidRDefault="001F40E6" w:rsidP="00221A44">
            <w:pPr>
              <w:shd w:val="clear" w:color="auto" w:fill="FFFFFF"/>
            </w:pPr>
          </w:p>
          <w:p w:rsidR="001F40E6" w:rsidRDefault="001F40E6" w:rsidP="00221A44">
            <w:pPr>
              <w:shd w:val="clear" w:color="auto" w:fill="FFFFFF"/>
            </w:pPr>
          </w:p>
          <w:p w:rsidR="001F40E6" w:rsidRPr="004F0416" w:rsidRDefault="001F40E6" w:rsidP="00221A44">
            <w:pPr>
              <w:shd w:val="clear" w:color="auto" w:fill="FFFFFF"/>
            </w:pPr>
          </w:p>
          <w:p w:rsidR="001F40E6" w:rsidRPr="004F0416" w:rsidRDefault="001F40E6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F40E6" w:rsidRPr="004F0416" w:rsidRDefault="001F40E6" w:rsidP="001219ED">
            <w:pPr>
              <w:shd w:val="clear" w:color="auto" w:fill="FFFFFF"/>
            </w:pPr>
            <w:r>
              <w:t>508,80</w:t>
            </w:r>
          </w:p>
        </w:tc>
        <w:tc>
          <w:tcPr>
            <w:tcW w:w="850" w:type="dxa"/>
            <w:vAlign w:val="bottom"/>
          </w:tcPr>
          <w:p w:rsidR="001F40E6" w:rsidRPr="004F0416" w:rsidRDefault="001F40E6" w:rsidP="00A75D6E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Align w:val="bottom"/>
          </w:tcPr>
          <w:p w:rsidR="001F40E6" w:rsidRPr="004F0416" w:rsidRDefault="001F40E6" w:rsidP="001219ED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</w:tcPr>
          <w:p w:rsidR="001F40E6" w:rsidRPr="004F0416" w:rsidRDefault="001F40E6" w:rsidP="00E374EB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1F40E6" w:rsidRPr="004F0416" w:rsidRDefault="001F40E6" w:rsidP="004F4590">
            <w:pPr>
              <w:jc w:val="center"/>
            </w:pPr>
            <w:r>
              <w:t>05.03.05b</w:t>
            </w:r>
          </w:p>
        </w:tc>
        <w:tc>
          <w:tcPr>
            <w:tcW w:w="3685" w:type="dxa"/>
          </w:tcPr>
          <w:p w:rsidR="001F40E6" w:rsidRPr="004F4590" w:rsidRDefault="001F40E6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betonu asfaltowego  AC 11W 50/70 wg WT-2 2014r 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1F40E6" w:rsidRPr="004F0416" w:rsidRDefault="001F40E6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1F40E6" w:rsidRPr="004F0416" w:rsidRDefault="001F40E6" w:rsidP="00E374EB">
            <w:pPr>
              <w:shd w:val="clear" w:color="auto" w:fill="FFFFFF"/>
              <w:jc w:val="center"/>
            </w:pPr>
          </w:p>
          <w:p w:rsidR="001F40E6" w:rsidRDefault="001F40E6" w:rsidP="00E374EB">
            <w:pPr>
              <w:shd w:val="clear" w:color="auto" w:fill="FFFFFF"/>
            </w:pPr>
          </w:p>
          <w:p w:rsidR="001F40E6" w:rsidRDefault="001F40E6" w:rsidP="00E374EB">
            <w:pPr>
              <w:shd w:val="clear" w:color="auto" w:fill="FFFFFF"/>
            </w:pPr>
          </w:p>
          <w:p w:rsidR="001F40E6" w:rsidRPr="004F0416" w:rsidRDefault="001F40E6" w:rsidP="00E374EB">
            <w:pPr>
              <w:shd w:val="clear" w:color="auto" w:fill="FFFFFF"/>
            </w:pPr>
          </w:p>
          <w:p w:rsidR="001F40E6" w:rsidRPr="004F0416" w:rsidRDefault="001F40E6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F40E6" w:rsidRPr="004F0416" w:rsidRDefault="001F40E6" w:rsidP="00E374EB">
            <w:pPr>
              <w:shd w:val="clear" w:color="auto" w:fill="FFFFFF"/>
              <w:jc w:val="center"/>
            </w:pPr>
            <w:r>
              <w:t>486,54</w:t>
            </w:r>
          </w:p>
        </w:tc>
        <w:tc>
          <w:tcPr>
            <w:tcW w:w="850" w:type="dxa"/>
            <w:vAlign w:val="bottom"/>
          </w:tcPr>
          <w:p w:rsidR="001F40E6" w:rsidRPr="004F0416" w:rsidRDefault="001F40E6" w:rsidP="001E74D0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1F40E6" w:rsidRPr="004F0416" w:rsidRDefault="001F40E6" w:rsidP="001219ED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1F40E6" w:rsidRPr="004F0416" w:rsidRDefault="001F40E6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1F40E6" w:rsidRPr="004F0416" w:rsidRDefault="001F40E6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1F40E6" w:rsidRPr="004F0416" w:rsidRDefault="001F40E6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F40E6" w:rsidRPr="004F0416" w:rsidRDefault="001F40E6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  <w:trHeight w:val="225"/>
        </w:trPr>
        <w:tc>
          <w:tcPr>
            <w:tcW w:w="424" w:type="dxa"/>
          </w:tcPr>
          <w:p w:rsidR="001F40E6" w:rsidRPr="004F0416" w:rsidRDefault="001F40E6" w:rsidP="004F228A">
            <w:pPr>
              <w:shd w:val="clear" w:color="auto" w:fill="FFFFFF"/>
              <w:jc w:val="center"/>
            </w:pPr>
            <w:r>
              <w:t>6</w:t>
            </w:r>
            <w:r w:rsidRPr="004F0416">
              <w:t>.</w:t>
            </w:r>
          </w:p>
        </w:tc>
        <w:tc>
          <w:tcPr>
            <w:tcW w:w="1135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  <w:r w:rsidRPr="004F0416">
              <w:t>05.03.05</w:t>
            </w:r>
            <w:r>
              <w:t>a</w:t>
            </w:r>
          </w:p>
        </w:tc>
        <w:tc>
          <w:tcPr>
            <w:tcW w:w="3685" w:type="dxa"/>
          </w:tcPr>
          <w:p w:rsidR="001F40E6" w:rsidRDefault="001F40E6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>ścieralnej z betonu asfaltowego</w:t>
            </w:r>
            <w:r w:rsidRPr="004F0416">
              <w:t xml:space="preserve"> </w:t>
            </w:r>
            <w:r>
              <w:t xml:space="preserve">AC 8S 50/70 </w:t>
            </w:r>
          </w:p>
          <w:p w:rsidR="001F40E6" w:rsidRPr="004F0416" w:rsidRDefault="001F40E6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 2014r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3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1F40E6" w:rsidRPr="004F0416" w:rsidRDefault="001F40E6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</w:p>
          <w:p w:rsidR="001F40E6" w:rsidRPr="004F0416" w:rsidRDefault="001F40E6" w:rsidP="00B80AD4">
            <w:pPr>
              <w:shd w:val="clear" w:color="auto" w:fill="FFFFFF"/>
              <w:jc w:val="center"/>
            </w:pPr>
          </w:p>
          <w:p w:rsidR="001F40E6" w:rsidRPr="004F0416" w:rsidRDefault="001F40E6" w:rsidP="00B80AD4">
            <w:pPr>
              <w:shd w:val="clear" w:color="auto" w:fill="FFFFFF"/>
            </w:pPr>
          </w:p>
          <w:p w:rsidR="001F40E6" w:rsidRPr="004F0416" w:rsidRDefault="001F40E6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F40E6" w:rsidRPr="004F0416" w:rsidRDefault="001F40E6" w:rsidP="00B80AD4">
            <w:pPr>
              <w:shd w:val="clear" w:color="auto" w:fill="FFFFFF"/>
              <w:jc w:val="center"/>
            </w:pPr>
            <w:r>
              <w:t>477,00</w:t>
            </w:r>
          </w:p>
        </w:tc>
        <w:tc>
          <w:tcPr>
            <w:tcW w:w="850" w:type="dxa"/>
            <w:vAlign w:val="bottom"/>
          </w:tcPr>
          <w:p w:rsidR="001F40E6" w:rsidRPr="004F0416" w:rsidRDefault="001F40E6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F40E6" w:rsidRPr="004F0416" w:rsidRDefault="001F40E6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F40E6" w:rsidRPr="004F0416" w:rsidRDefault="001F40E6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1F40E6" w:rsidRPr="004F0416" w:rsidRDefault="001F40E6"/>
        </w:tc>
        <w:tc>
          <w:tcPr>
            <w:tcW w:w="3685" w:type="dxa"/>
            <w:tcBorders>
              <w:right w:val="nil"/>
            </w:tcBorders>
          </w:tcPr>
          <w:p w:rsidR="001F40E6" w:rsidRPr="004F0416" w:rsidRDefault="001F40E6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F40E6" w:rsidRPr="004F0416" w:rsidRDefault="001F40E6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F40E6" w:rsidRPr="004F0416" w:rsidRDefault="001F40E6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F40E6" w:rsidRPr="004F0416" w:rsidRDefault="001F40E6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40E6" w:rsidRPr="004F0416" w:rsidRDefault="001F40E6" w:rsidP="00012A94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F40E6" w:rsidRPr="004F0416" w:rsidRDefault="001F40E6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F40E6" w:rsidRPr="004F0416" w:rsidRDefault="001F40E6"/>
        </w:tc>
        <w:tc>
          <w:tcPr>
            <w:tcW w:w="3685" w:type="dxa"/>
            <w:tcBorders>
              <w:right w:val="nil"/>
            </w:tcBorders>
          </w:tcPr>
          <w:p w:rsidR="001F40E6" w:rsidRPr="004F0416" w:rsidRDefault="001F40E6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F40E6" w:rsidRPr="004F0416" w:rsidRDefault="001F40E6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F40E6" w:rsidRPr="004F0416" w:rsidRDefault="001F40E6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F40E6" w:rsidRPr="004F0416" w:rsidRDefault="001F40E6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40E6" w:rsidRPr="004F0416" w:rsidRDefault="001F40E6" w:rsidP="001312B8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F40E6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F40E6" w:rsidRPr="004F0416" w:rsidRDefault="001F40E6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F40E6" w:rsidRPr="004F0416" w:rsidRDefault="001F40E6"/>
        </w:tc>
        <w:tc>
          <w:tcPr>
            <w:tcW w:w="3685" w:type="dxa"/>
            <w:tcBorders>
              <w:right w:val="nil"/>
            </w:tcBorders>
          </w:tcPr>
          <w:p w:rsidR="001F40E6" w:rsidRPr="004F0416" w:rsidRDefault="001F40E6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F40E6" w:rsidRPr="004F0416" w:rsidRDefault="001F40E6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F40E6" w:rsidRPr="004F0416" w:rsidRDefault="001F40E6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F40E6" w:rsidRPr="004F0416" w:rsidRDefault="001F40E6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F40E6" w:rsidRPr="004F0416" w:rsidRDefault="001F40E6" w:rsidP="001312B8">
            <w:pPr>
              <w:pStyle w:val="BodyTex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1F40E6" w:rsidRPr="004F0416" w:rsidRDefault="001F40E6">
      <w:pPr>
        <w:pStyle w:val="PlainText"/>
      </w:pPr>
    </w:p>
    <w:p w:rsidR="001F40E6" w:rsidRPr="004F0416" w:rsidRDefault="001F40E6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>Słownie:</w:t>
      </w:r>
      <w:r>
        <w:rPr>
          <w:rFonts w:ascii="Times New Roman" w:hAnsi="Times New Roman" w:cs="Times New Roman"/>
        </w:rPr>
        <w:t xml:space="preserve"> </w:t>
      </w:r>
    </w:p>
    <w:p w:rsidR="001F40E6" w:rsidRPr="004F0416" w:rsidRDefault="001F40E6">
      <w:pPr>
        <w:pStyle w:val="PlainText"/>
        <w:ind w:left="1134"/>
        <w:rPr>
          <w:rFonts w:ascii="Times New Roman" w:hAnsi="Times New Roman" w:cs="Times New Roman"/>
        </w:rPr>
      </w:pPr>
    </w:p>
    <w:sectPr w:rsidR="001F40E6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0E6" w:rsidRDefault="001F40E6">
      <w:r>
        <w:separator/>
      </w:r>
    </w:p>
  </w:endnote>
  <w:endnote w:type="continuationSeparator" w:id="0">
    <w:p w:rsidR="001F40E6" w:rsidRDefault="001F4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0E6" w:rsidRDefault="001F40E6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F40E6" w:rsidRDefault="001F40E6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0E6" w:rsidRDefault="001F40E6">
      <w:r>
        <w:separator/>
      </w:r>
    </w:p>
  </w:footnote>
  <w:footnote w:type="continuationSeparator" w:id="0">
    <w:p w:rsidR="001F40E6" w:rsidRDefault="001F40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60362"/>
    <w:rsid w:val="00076F43"/>
    <w:rsid w:val="0008514A"/>
    <w:rsid w:val="000A069D"/>
    <w:rsid w:val="000A67E7"/>
    <w:rsid w:val="000C02B8"/>
    <w:rsid w:val="000D32B0"/>
    <w:rsid w:val="000D5700"/>
    <w:rsid w:val="000D5859"/>
    <w:rsid w:val="000D6007"/>
    <w:rsid w:val="000F75FC"/>
    <w:rsid w:val="001035B0"/>
    <w:rsid w:val="001073FD"/>
    <w:rsid w:val="00110AA4"/>
    <w:rsid w:val="001154E4"/>
    <w:rsid w:val="0012096E"/>
    <w:rsid w:val="001219ED"/>
    <w:rsid w:val="001238A0"/>
    <w:rsid w:val="001312B8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277A"/>
    <w:rsid w:val="0019436E"/>
    <w:rsid w:val="00195843"/>
    <w:rsid w:val="001A1866"/>
    <w:rsid w:val="001B61E6"/>
    <w:rsid w:val="001C28DC"/>
    <w:rsid w:val="001C78B4"/>
    <w:rsid w:val="001E74D0"/>
    <w:rsid w:val="001F1A68"/>
    <w:rsid w:val="001F2A70"/>
    <w:rsid w:val="001F40E6"/>
    <w:rsid w:val="001F63B9"/>
    <w:rsid w:val="00221A44"/>
    <w:rsid w:val="00232503"/>
    <w:rsid w:val="00233C62"/>
    <w:rsid w:val="002506F1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70C4F"/>
    <w:rsid w:val="004720EA"/>
    <w:rsid w:val="00492909"/>
    <w:rsid w:val="004969E4"/>
    <w:rsid w:val="004B1F96"/>
    <w:rsid w:val="004B58B6"/>
    <w:rsid w:val="004C160C"/>
    <w:rsid w:val="004C734D"/>
    <w:rsid w:val="004D4374"/>
    <w:rsid w:val="004F0416"/>
    <w:rsid w:val="004F228A"/>
    <w:rsid w:val="004F4590"/>
    <w:rsid w:val="00502782"/>
    <w:rsid w:val="00502F17"/>
    <w:rsid w:val="00531A8C"/>
    <w:rsid w:val="005365FB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E6728"/>
    <w:rsid w:val="006066A9"/>
    <w:rsid w:val="00607714"/>
    <w:rsid w:val="00622090"/>
    <w:rsid w:val="00622E7A"/>
    <w:rsid w:val="00631820"/>
    <w:rsid w:val="006436A1"/>
    <w:rsid w:val="006438C4"/>
    <w:rsid w:val="006572EE"/>
    <w:rsid w:val="006860D8"/>
    <w:rsid w:val="00687524"/>
    <w:rsid w:val="006A3969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6128D"/>
    <w:rsid w:val="007701E2"/>
    <w:rsid w:val="00777E4B"/>
    <w:rsid w:val="0079256E"/>
    <w:rsid w:val="007A1F88"/>
    <w:rsid w:val="007D5451"/>
    <w:rsid w:val="007E44DF"/>
    <w:rsid w:val="007E779E"/>
    <w:rsid w:val="00801870"/>
    <w:rsid w:val="00820BDF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65C"/>
    <w:rsid w:val="008E4721"/>
    <w:rsid w:val="008E5A63"/>
    <w:rsid w:val="008F3036"/>
    <w:rsid w:val="008F7342"/>
    <w:rsid w:val="009167FF"/>
    <w:rsid w:val="00946EAE"/>
    <w:rsid w:val="0098055C"/>
    <w:rsid w:val="009A2263"/>
    <w:rsid w:val="009B713E"/>
    <w:rsid w:val="009C406E"/>
    <w:rsid w:val="009C755F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67A60"/>
    <w:rsid w:val="00A73518"/>
    <w:rsid w:val="00A75D6E"/>
    <w:rsid w:val="00A778FE"/>
    <w:rsid w:val="00A87BDE"/>
    <w:rsid w:val="00A9626F"/>
    <w:rsid w:val="00AA406B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D2D54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6570B"/>
    <w:rsid w:val="00C7309E"/>
    <w:rsid w:val="00C926FC"/>
    <w:rsid w:val="00CD2BB4"/>
    <w:rsid w:val="00CD5CB6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4336E"/>
    <w:rsid w:val="00E50A62"/>
    <w:rsid w:val="00E71D48"/>
    <w:rsid w:val="00E861D0"/>
    <w:rsid w:val="00EB004C"/>
    <w:rsid w:val="00ED2D2C"/>
    <w:rsid w:val="00ED7419"/>
    <w:rsid w:val="00EE368C"/>
    <w:rsid w:val="00EF350D"/>
    <w:rsid w:val="00EF475A"/>
    <w:rsid w:val="00F06B37"/>
    <w:rsid w:val="00F06F3C"/>
    <w:rsid w:val="00F24F9D"/>
    <w:rsid w:val="00F27B8A"/>
    <w:rsid w:val="00F33A98"/>
    <w:rsid w:val="00F34F0D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5FB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365FB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65FB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365F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65F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3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65FB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164</Words>
  <Characters>989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3</cp:revision>
  <cp:lastPrinted>2017-09-12T17:03:00Z</cp:lastPrinted>
  <dcterms:created xsi:type="dcterms:W3CDTF">2017-09-12T16:21:00Z</dcterms:created>
  <dcterms:modified xsi:type="dcterms:W3CDTF">2017-09-12T17:03:00Z</dcterms:modified>
</cp:coreProperties>
</file>